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2FC38" w14:textId="77777777" w:rsidR="00F81CE8" w:rsidRDefault="00F81CE8" w:rsidP="00F81CE8">
      <w:pPr>
        <w:pStyle w:val="Nadpis1"/>
        <w:rPr>
          <w:noProof/>
        </w:rPr>
      </w:pPr>
      <w:r w:rsidRPr="00F81CE8">
        <w:rPr>
          <w:noProof/>
        </w:rPr>
        <w:t>Technická specifikace zakázky</w:t>
      </w:r>
    </w:p>
    <w:p w14:paraId="09F2E11D" w14:textId="5C2F9798" w:rsidR="00FC2F16" w:rsidRPr="00F81CE8" w:rsidRDefault="00FC2F16" w:rsidP="00F81CE8">
      <w:pPr>
        <w:pStyle w:val="Nadpis2"/>
        <w:rPr>
          <w:noProof/>
        </w:rPr>
      </w:pPr>
      <w:r w:rsidRPr="00F81CE8">
        <w:rPr>
          <w:noProof/>
        </w:rPr>
        <w:t>„</w:t>
      </w:r>
      <w:r w:rsidR="00156626" w:rsidRPr="00156626">
        <w:rPr>
          <w:noProof/>
        </w:rPr>
        <w:t>Dodávka 2 kusů dálkov</w:t>
      </w:r>
      <w:r w:rsidR="00ED7C7B">
        <w:rPr>
          <w:noProof/>
        </w:rPr>
        <w:t>ě</w:t>
      </w:r>
      <w:r w:rsidR="00156626" w:rsidRPr="00156626">
        <w:rPr>
          <w:noProof/>
        </w:rPr>
        <w:t xml:space="preserve"> řízených pásových sekaček na trávu a křoví</w:t>
      </w:r>
      <w:r w:rsidRPr="00F81CE8">
        <w:rPr>
          <w:noProof/>
        </w:rPr>
        <w:t>“</w:t>
      </w:r>
    </w:p>
    <w:p w14:paraId="45B2D72C" w14:textId="77777777" w:rsidR="00F81CE8" w:rsidRDefault="00F81CE8" w:rsidP="00FC2F16">
      <w:pPr>
        <w:jc w:val="both"/>
        <w:rPr>
          <w:rFonts w:ascii="Verdana" w:hAnsi="Verdana"/>
          <w:noProof/>
        </w:rPr>
      </w:pPr>
    </w:p>
    <w:p w14:paraId="78F59151" w14:textId="4A0056E3" w:rsidR="00FC2F16" w:rsidRPr="00527513" w:rsidRDefault="00156626" w:rsidP="00FC2F16">
      <w:pPr>
        <w:jc w:val="both"/>
        <w:rPr>
          <w:rFonts w:ascii="Verdana" w:hAnsi="Verdana"/>
          <w:noProof/>
        </w:rPr>
      </w:pPr>
      <w:r w:rsidRPr="00156626">
        <w:rPr>
          <w:rFonts w:ascii="Verdana" w:hAnsi="Verdana"/>
          <w:noProof/>
        </w:rPr>
        <w:t xml:space="preserve">Předmětem veřejné zakázky je dodávka dodávka 2 kusů dálkové řízených pásových sekaček na trávu a křoví dle specifikace uvedené v příloze této zadávací dokumentace s názvem Technická specifikace zakázky, včetně zaškolení jeho obsluhy. </w:t>
      </w:r>
      <w:r w:rsidR="002D2B23" w:rsidRPr="00527513">
        <w:rPr>
          <w:rFonts w:ascii="Verdana" w:hAnsi="Verdana"/>
          <w:noProof/>
        </w:rPr>
        <w:t>(viz. místo plnění</w:t>
      </w:r>
      <w:r w:rsidR="001000CF" w:rsidRPr="00527513">
        <w:rPr>
          <w:rFonts w:ascii="Verdana" w:hAnsi="Verdana"/>
          <w:noProof/>
        </w:rPr>
        <w:t xml:space="preserve"> veřejné zakázky</w:t>
      </w:r>
      <w:r w:rsidR="002D2B23" w:rsidRPr="00527513">
        <w:rPr>
          <w:rFonts w:ascii="Verdana" w:hAnsi="Verdana"/>
          <w:noProof/>
        </w:rPr>
        <w:t>)</w:t>
      </w:r>
      <w:r w:rsidR="006A21EA" w:rsidRPr="00527513">
        <w:rPr>
          <w:rFonts w:ascii="Verdana" w:hAnsi="Verdana"/>
          <w:noProof/>
        </w:rPr>
        <w:t>.</w:t>
      </w:r>
    </w:p>
    <w:p w14:paraId="7FD4C490" w14:textId="77777777" w:rsidR="00FC2F16" w:rsidRPr="00527513" w:rsidRDefault="00FC2F16" w:rsidP="00FC2F16">
      <w:pPr>
        <w:spacing w:after="0"/>
        <w:rPr>
          <w:rFonts w:ascii="Verdana" w:hAnsi="Verdana"/>
          <w:b/>
        </w:rPr>
      </w:pPr>
    </w:p>
    <w:p w14:paraId="756FBB83" w14:textId="36C3D183" w:rsid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>
        <w:rPr>
          <w:rFonts w:ascii="Verdana" w:hAnsi="Verdana"/>
        </w:rPr>
        <w:t>nový stroj</w:t>
      </w:r>
    </w:p>
    <w:p w14:paraId="74F14C6B" w14:textId="0A122706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výkon motoru min. 12 HP</w:t>
      </w:r>
    </w:p>
    <w:p w14:paraId="680D9C4E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obsah motoru min. 590 cm³</w:t>
      </w:r>
    </w:p>
    <w:p w14:paraId="6D324ADA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maximální počet válců 2</w:t>
      </w:r>
    </w:p>
    <w:p w14:paraId="3D6E8A53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typ motoru: benzínový</w:t>
      </w:r>
    </w:p>
    <w:p w14:paraId="54BD792E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objem palivové nádrže (litry) min. 15 l</w:t>
      </w:r>
    </w:p>
    <w:p w14:paraId="03DEAA30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maximální svahová dostupnost min. 45°</w:t>
      </w:r>
    </w:p>
    <w:p w14:paraId="1033AA10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pryžové pásy určené na travní drn</w:t>
      </w:r>
    </w:p>
    <w:p w14:paraId="290FEB40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pojezd pomocí elektromotorů</w:t>
      </w:r>
    </w:p>
    <w:p w14:paraId="62C0BC02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proporcionální řízení</w:t>
      </w:r>
    </w:p>
    <w:p w14:paraId="16F976B1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ovládaní stroje pomocí dálkového rádiového ovladače</w:t>
      </w:r>
    </w:p>
    <w:p w14:paraId="7B4B0F3B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nezávislé nastavení rychlosti pojezdu na dálkovém ovladači</w:t>
      </w:r>
    </w:p>
    <w:p w14:paraId="09944DB6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nezávislé nastavení otáček motoru na dálkovém ovladači</w:t>
      </w:r>
    </w:p>
    <w:p w14:paraId="1975FB96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varovné signály na dálkovém ovládání pomocí vibrací</w:t>
      </w:r>
    </w:p>
    <w:p w14:paraId="5E41735F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varovné signály na stroji pomocí barev na majáku</w:t>
      </w:r>
    </w:p>
    <w:p w14:paraId="0FF3E11A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náhradní akumulátor k dálkovému ovladači</w:t>
      </w:r>
    </w:p>
    <w:p w14:paraId="1A0F50E7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nabíječka akumulátoru dálkového ovládání</w:t>
      </w:r>
    </w:p>
    <w:p w14:paraId="589F7912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nabíjení akumulátorů pomocí 12/24 V (auto zásuvka) a i 230 V (síťová zásuvka)</w:t>
      </w:r>
    </w:p>
    <w:p w14:paraId="78F4887E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celková hmotnost stroje max. 400 kg</w:t>
      </w:r>
    </w:p>
    <w:p w14:paraId="58254B9F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žací ústrojí 2 volně uložené nože</w:t>
      </w:r>
    </w:p>
    <w:p w14:paraId="29D30AB9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pracovní záběr žacího ústrojí min.  79 cm</w:t>
      </w:r>
    </w:p>
    <w:p w14:paraId="204F2DA1" w14:textId="1AC806FF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nastavitelná výška sečení</w:t>
      </w:r>
      <w:r w:rsidR="00015157">
        <w:rPr>
          <w:rFonts w:ascii="Verdana" w:hAnsi="Verdana"/>
        </w:rPr>
        <w:t xml:space="preserve"> (i pomocí dálkového ovládání)</w:t>
      </w:r>
    </w:p>
    <w:p w14:paraId="58E81C1E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možnost mulčování i sečení</w:t>
      </w:r>
    </w:p>
    <w:p w14:paraId="5B8BA0C2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žací ústrojí s vertikální osou rotace</w:t>
      </w:r>
    </w:p>
    <w:p w14:paraId="16A327F8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délka stroje max. 135 cm</w:t>
      </w:r>
    </w:p>
    <w:p w14:paraId="0C410161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šířka stroje max. 127 cm</w:t>
      </w:r>
    </w:p>
    <w:p w14:paraId="34DEA721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výška stroje max. 85 cm</w:t>
      </w:r>
    </w:p>
    <w:p w14:paraId="5CBE5C00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boční ochrana válečkového vedení pryžových pásů</w:t>
      </w:r>
    </w:p>
    <w:p w14:paraId="0DDC62FD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tlak na půdu</w:t>
      </w:r>
      <w:r w:rsidRPr="00156626">
        <w:rPr>
          <w:rFonts w:ascii="Verdana" w:hAnsi="Verdana"/>
        </w:rPr>
        <w:tab/>
        <w:t>max. 140 gr/cm2</w:t>
      </w:r>
    </w:p>
    <w:p w14:paraId="5ACE4878" w14:textId="77777777" w:rsidR="00156626" w:rsidRPr="00156626" w:rsidRDefault="00156626" w:rsidP="00156626">
      <w:pPr>
        <w:pStyle w:val="Odstavecseseznamem"/>
        <w:numPr>
          <w:ilvl w:val="0"/>
          <w:numId w:val="45"/>
        </w:numPr>
        <w:ind w:left="851"/>
        <w:rPr>
          <w:rFonts w:ascii="Verdana" w:hAnsi="Verdana"/>
        </w:rPr>
      </w:pPr>
      <w:r w:rsidRPr="00156626">
        <w:rPr>
          <w:rFonts w:ascii="Verdana" w:hAnsi="Verdana"/>
        </w:rPr>
        <w:t>pracovní LED osvětlení</w:t>
      </w:r>
    </w:p>
    <w:p w14:paraId="7978D132" w14:textId="77777777" w:rsidR="003F1231" w:rsidRPr="004074CC" w:rsidRDefault="003F1231" w:rsidP="0014566B">
      <w:pPr>
        <w:pStyle w:val="Odstavecseseznamem"/>
        <w:spacing w:after="0" w:line="259" w:lineRule="auto"/>
        <w:rPr>
          <w:rFonts w:ascii="Verdana" w:hAnsi="Verdana"/>
        </w:rPr>
      </w:pPr>
    </w:p>
    <w:p w14:paraId="2AFE5C15" w14:textId="77777777" w:rsidR="009F392E" w:rsidRPr="007700E6" w:rsidRDefault="009F392E" w:rsidP="007700E6">
      <w:pPr>
        <w:rPr>
          <w:noProof/>
        </w:rPr>
      </w:pPr>
    </w:p>
    <w:sectPr w:rsidR="009F392E" w:rsidRPr="007700E6" w:rsidSect="00506F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6D90D" w14:textId="77777777" w:rsidR="00532EFD" w:rsidRDefault="00532EFD" w:rsidP="00962258">
      <w:pPr>
        <w:spacing w:after="0" w:line="240" w:lineRule="auto"/>
      </w:pPr>
      <w:r>
        <w:separator/>
      </w:r>
    </w:p>
  </w:endnote>
  <w:endnote w:type="continuationSeparator" w:id="0">
    <w:p w14:paraId="485A54E7" w14:textId="77777777" w:rsidR="00532EFD" w:rsidRDefault="00532E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A576A" w14:textId="77777777" w:rsidR="002571AF" w:rsidRDefault="002571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1190A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AEE6F7" w14:textId="5D91022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74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50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DF89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A983EE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DB15B89" w14:textId="77777777" w:rsidR="00F1715C" w:rsidRDefault="00F1715C" w:rsidP="00D831A3">
          <w:pPr>
            <w:pStyle w:val="Zpat"/>
          </w:pPr>
        </w:p>
      </w:tc>
    </w:tr>
  </w:tbl>
  <w:p w14:paraId="54E6BB1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2009B77" wp14:editId="3C58CC7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302C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A8DFD3" wp14:editId="2A9F7F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B9FDA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71643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484A60" w14:textId="231FFD0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31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31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5A3B6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DA612C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2AF1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57F7E7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72443B9" w14:textId="77777777" w:rsidR="00F1715C" w:rsidRDefault="00A17BD4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3546E088" w14:textId="77777777" w:rsidR="00F1715C" w:rsidRDefault="009B2AEB" w:rsidP="00460660">
          <w:pPr>
            <w:pStyle w:val="Zpat"/>
            <w:rPr>
              <w:b/>
            </w:rPr>
          </w:pPr>
          <w:r w:rsidRPr="009B2AEB">
            <w:rPr>
              <w:b/>
            </w:rPr>
            <w:t>Oblastní ředitelství Hradec Králové</w:t>
          </w:r>
        </w:p>
        <w:p w14:paraId="7B209074" w14:textId="77777777" w:rsidR="009B2AEB" w:rsidRDefault="009B2AEB" w:rsidP="00460660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14:paraId="2B52A42F" w14:textId="77777777" w:rsidR="009B2AEB" w:rsidRPr="009B2AEB" w:rsidRDefault="009B2AEB" w:rsidP="00460660">
          <w:pPr>
            <w:pStyle w:val="Zpat"/>
            <w:rPr>
              <w:b/>
            </w:rPr>
          </w:pPr>
          <w:r>
            <w:rPr>
              <w:b/>
            </w:rPr>
            <w:t>501 01 Hradec Králové</w:t>
          </w:r>
        </w:p>
      </w:tc>
    </w:tr>
  </w:tbl>
  <w:p w14:paraId="451F1E6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01F5F9B" wp14:editId="6EA391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5C68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1B67CA" wp14:editId="7A697FB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DA24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D14C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40CED" w14:textId="77777777" w:rsidR="00532EFD" w:rsidRDefault="00532EFD" w:rsidP="00962258">
      <w:pPr>
        <w:spacing w:after="0" w:line="240" w:lineRule="auto"/>
      </w:pPr>
      <w:r>
        <w:separator/>
      </w:r>
    </w:p>
  </w:footnote>
  <w:footnote w:type="continuationSeparator" w:id="0">
    <w:p w14:paraId="150CD795" w14:textId="77777777" w:rsidR="00532EFD" w:rsidRDefault="00532EF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89777" w14:textId="77777777" w:rsidR="002571AF" w:rsidRDefault="002571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170F4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68499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8DC879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4B76BC" w14:textId="77777777" w:rsidR="00F1715C" w:rsidRPr="00D6163D" w:rsidRDefault="00F1715C" w:rsidP="00D6163D">
          <w:pPr>
            <w:pStyle w:val="Druhdokumentu"/>
          </w:pPr>
        </w:p>
      </w:tc>
    </w:tr>
  </w:tbl>
  <w:p w14:paraId="38B299F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2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71"/>
      <w:gridCol w:w="4236"/>
      <w:gridCol w:w="5322"/>
    </w:tblGrid>
    <w:tr w:rsidR="00F1715C" w14:paraId="0F6BCAF8" w14:textId="77777777" w:rsidTr="00C338D2">
      <w:trPr>
        <w:trHeight w:hRule="exact" w:val="930"/>
      </w:trPr>
      <w:tc>
        <w:tcPr>
          <w:tcW w:w="1271" w:type="dxa"/>
          <w:tcMar>
            <w:left w:w="0" w:type="dxa"/>
            <w:right w:w="0" w:type="dxa"/>
          </w:tcMar>
        </w:tcPr>
        <w:p w14:paraId="6825724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4236" w:type="dxa"/>
          <w:shd w:val="clear" w:color="auto" w:fill="auto"/>
          <w:tcMar>
            <w:left w:w="0" w:type="dxa"/>
            <w:right w:w="0" w:type="dxa"/>
          </w:tcMar>
        </w:tcPr>
        <w:p w14:paraId="7F9DD067" w14:textId="77777777" w:rsidR="00F1715C" w:rsidRDefault="00F1715C" w:rsidP="00FC6389">
          <w:pPr>
            <w:pStyle w:val="Zpat"/>
          </w:pPr>
        </w:p>
      </w:tc>
      <w:tc>
        <w:tcPr>
          <w:tcW w:w="5322" w:type="dxa"/>
          <w:shd w:val="clear" w:color="auto" w:fill="auto"/>
          <w:tcMar>
            <w:left w:w="0" w:type="dxa"/>
            <w:right w:w="0" w:type="dxa"/>
          </w:tcMar>
        </w:tcPr>
        <w:p w14:paraId="6450EB9D" w14:textId="11B47DB7" w:rsidR="00F1715C" w:rsidRPr="00FC2F16" w:rsidRDefault="00C338D2" w:rsidP="007700E6">
          <w:pPr>
            <w:pStyle w:val="Druhdokumentu"/>
            <w:tabs>
              <w:tab w:val="left" w:pos="2295"/>
            </w:tabs>
            <w:jc w:val="left"/>
            <w:rPr>
              <w:sz w:val="18"/>
              <w:szCs w:val="18"/>
            </w:rPr>
          </w:pPr>
          <w:r w:rsidRPr="00C338D2">
            <w:rPr>
              <w:sz w:val="18"/>
              <w:szCs w:val="18"/>
            </w:rPr>
            <w:t>Dodávka 2 kusů dálkov</w:t>
          </w:r>
          <w:r w:rsidR="002571AF">
            <w:rPr>
              <w:sz w:val="18"/>
              <w:szCs w:val="18"/>
            </w:rPr>
            <w:t>ě</w:t>
          </w:r>
          <w:r w:rsidRPr="00C338D2">
            <w:rPr>
              <w:sz w:val="18"/>
              <w:szCs w:val="18"/>
            </w:rPr>
            <w:t xml:space="preserve"> řízených pásových sekaček na trávu a křoví</w:t>
          </w:r>
        </w:p>
      </w:tc>
    </w:tr>
    <w:tr w:rsidR="009F392E" w14:paraId="527B972F" w14:textId="77777777" w:rsidTr="00C338D2">
      <w:trPr>
        <w:trHeight w:hRule="exact" w:val="1070"/>
      </w:trPr>
      <w:tc>
        <w:tcPr>
          <w:tcW w:w="1271" w:type="dxa"/>
          <w:tcMar>
            <w:left w:w="0" w:type="dxa"/>
            <w:right w:w="0" w:type="dxa"/>
          </w:tcMar>
        </w:tcPr>
        <w:p w14:paraId="355632E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4236" w:type="dxa"/>
          <w:shd w:val="clear" w:color="auto" w:fill="auto"/>
          <w:tcMar>
            <w:left w:w="0" w:type="dxa"/>
            <w:right w:w="0" w:type="dxa"/>
          </w:tcMar>
        </w:tcPr>
        <w:p w14:paraId="46EBCB91" w14:textId="77777777" w:rsidR="009F392E" w:rsidRDefault="009F392E" w:rsidP="00FC6389">
          <w:pPr>
            <w:pStyle w:val="Zpat"/>
          </w:pPr>
        </w:p>
      </w:tc>
      <w:tc>
        <w:tcPr>
          <w:tcW w:w="5322" w:type="dxa"/>
          <w:shd w:val="clear" w:color="auto" w:fill="auto"/>
          <w:tcMar>
            <w:left w:w="0" w:type="dxa"/>
            <w:right w:w="0" w:type="dxa"/>
          </w:tcMar>
        </w:tcPr>
        <w:p w14:paraId="5EED58FC" w14:textId="77777777" w:rsidR="009F392E" w:rsidRPr="00D6163D" w:rsidRDefault="009F392E" w:rsidP="00FC6389">
          <w:pPr>
            <w:pStyle w:val="Druhdokumentu"/>
          </w:pPr>
        </w:p>
      </w:tc>
    </w:tr>
  </w:tbl>
  <w:p w14:paraId="6A63C58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3E6DBB8" wp14:editId="0A880B1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9DDBF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FF0BF6"/>
    <w:multiLevelType w:val="hybridMultilevel"/>
    <w:tmpl w:val="BFF0E102"/>
    <w:lvl w:ilvl="0" w:tplc="342CCE7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E433B"/>
    <w:multiLevelType w:val="hybridMultilevel"/>
    <w:tmpl w:val="C420B8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E62FE"/>
    <w:multiLevelType w:val="multilevel"/>
    <w:tmpl w:val="160E8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EB2DC4"/>
    <w:multiLevelType w:val="hybridMultilevel"/>
    <w:tmpl w:val="07BC0D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049268F"/>
    <w:multiLevelType w:val="hybridMultilevel"/>
    <w:tmpl w:val="87787836"/>
    <w:lvl w:ilvl="0" w:tplc="45A2B9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A0D3587"/>
    <w:multiLevelType w:val="multilevel"/>
    <w:tmpl w:val="CABE99FC"/>
    <w:numStyleLink w:val="ListNumbermultilevel"/>
  </w:abstractNum>
  <w:abstractNum w:abstractNumId="14" w15:restartNumberingAfterBreak="0">
    <w:nsid w:val="3D657B0D"/>
    <w:multiLevelType w:val="hybridMultilevel"/>
    <w:tmpl w:val="C420A7AE"/>
    <w:lvl w:ilvl="0" w:tplc="F4888BF4">
      <w:start w:val="1"/>
      <w:numFmt w:val="bullet"/>
      <w:lvlText w:val="o"/>
      <w:lvlJc w:val="right"/>
      <w:pPr>
        <w:ind w:left="106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CF0541B"/>
    <w:multiLevelType w:val="hybridMultilevel"/>
    <w:tmpl w:val="BF98A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239FA"/>
    <w:multiLevelType w:val="multilevel"/>
    <w:tmpl w:val="521EA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B18616C"/>
    <w:multiLevelType w:val="hybridMultilevel"/>
    <w:tmpl w:val="6DD28770"/>
    <w:lvl w:ilvl="0" w:tplc="F918BA6A">
      <w:start w:val="1"/>
      <w:numFmt w:val="ordinal"/>
      <w:lvlText w:val="1.%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AAF0A8C"/>
    <w:multiLevelType w:val="multilevel"/>
    <w:tmpl w:val="0D34D660"/>
    <w:numStyleLink w:val="ListBulletmultilevel"/>
  </w:abstractNum>
  <w:abstractNum w:abstractNumId="19" w15:restartNumberingAfterBreak="0">
    <w:nsid w:val="72671CF4"/>
    <w:multiLevelType w:val="multilevel"/>
    <w:tmpl w:val="CABE99FC"/>
    <w:numStyleLink w:val="ListNumbermultilevel"/>
  </w:abstractNum>
  <w:abstractNum w:abstractNumId="20" w15:restartNumberingAfterBreak="0">
    <w:nsid w:val="74070991"/>
    <w:multiLevelType w:val="multilevel"/>
    <w:tmpl w:val="CABE99FC"/>
    <w:numStyleLink w:val="ListNumbermultilevel"/>
  </w:abstractNum>
  <w:num w:numId="1" w16cid:durableId="354887287">
    <w:abstractNumId w:val="4"/>
  </w:num>
  <w:num w:numId="2" w16cid:durableId="788089028">
    <w:abstractNumId w:val="1"/>
  </w:num>
  <w:num w:numId="3" w16cid:durableId="14684761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7510470">
    <w:abstractNumId w:val="18"/>
  </w:num>
  <w:num w:numId="5" w16cid:durableId="1410301538">
    <w:abstractNumId w:val="6"/>
  </w:num>
  <w:num w:numId="6" w16cid:durableId="1795295316">
    <w:abstractNumId w:val="9"/>
  </w:num>
  <w:num w:numId="7" w16cid:durableId="700403619">
    <w:abstractNumId w:val="0"/>
  </w:num>
  <w:num w:numId="8" w16cid:durableId="1913616492">
    <w:abstractNumId w:val="11"/>
  </w:num>
  <w:num w:numId="9" w16cid:durableId="15829864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8939124">
    <w:abstractNumId w:val="9"/>
  </w:num>
  <w:num w:numId="11" w16cid:durableId="1253856634">
    <w:abstractNumId w:val="1"/>
  </w:num>
  <w:num w:numId="12" w16cid:durableId="599920987">
    <w:abstractNumId w:val="9"/>
  </w:num>
  <w:num w:numId="13" w16cid:durableId="876745014">
    <w:abstractNumId w:val="9"/>
  </w:num>
  <w:num w:numId="14" w16cid:durableId="1048381105">
    <w:abstractNumId w:val="9"/>
  </w:num>
  <w:num w:numId="15" w16cid:durableId="1341738821">
    <w:abstractNumId w:val="9"/>
  </w:num>
  <w:num w:numId="16" w16cid:durableId="1511798233">
    <w:abstractNumId w:val="20"/>
  </w:num>
  <w:num w:numId="17" w16cid:durableId="1127896243">
    <w:abstractNumId w:val="4"/>
  </w:num>
  <w:num w:numId="18" w16cid:durableId="7412917">
    <w:abstractNumId w:val="20"/>
  </w:num>
  <w:num w:numId="19" w16cid:durableId="1809779669">
    <w:abstractNumId w:val="20"/>
  </w:num>
  <w:num w:numId="20" w16cid:durableId="311108075">
    <w:abstractNumId w:val="20"/>
  </w:num>
  <w:num w:numId="21" w16cid:durableId="2036924975">
    <w:abstractNumId w:val="20"/>
  </w:num>
  <w:num w:numId="22" w16cid:durableId="385297997">
    <w:abstractNumId w:val="9"/>
  </w:num>
  <w:num w:numId="23" w16cid:durableId="1880042936">
    <w:abstractNumId w:val="1"/>
  </w:num>
  <w:num w:numId="24" w16cid:durableId="1191650547">
    <w:abstractNumId w:val="9"/>
  </w:num>
  <w:num w:numId="25" w16cid:durableId="414254797">
    <w:abstractNumId w:val="9"/>
  </w:num>
  <w:num w:numId="26" w16cid:durableId="1440294822">
    <w:abstractNumId w:val="9"/>
  </w:num>
  <w:num w:numId="27" w16cid:durableId="896672303">
    <w:abstractNumId w:val="9"/>
  </w:num>
  <w:num w:numId="28" w16cid:durableId="244193516">
    <w:abstractNumId w:val="20"/>
  </w:num>
  <w:num w:numId="29" w16cid:durableId="2028092897">
    <w:abstractNumId w:val="4"/>
  </w:num>
  <w:num w:numId="30" w16cid:durableId="723334188">
    <w:abstractNumId w:val="20"/>
  </w:num>
  <w:num w:numId="31" w16cid:durableId="882130929">
    <w:abstractNumId w:val="20"/>
  </w:num>
  <w:num w:numId="32" w16cid:durableId="1653211834">
    <w:abstractNumId w:val="20"/>
  </w:num>
  <w:num w:numId="33" w16cid:durableId="1249920931">
    <w:abstractNumId w:val="20"/>
  </w:num>
  <w:num w:numId="34" w16cid:durableId="468011603">
    <w:abstractNumId w:val="15"/>
  </w:num>
  <w:num w:numId="35" w16cid:durableId="1862745354">
    <w:abstractNumId w:val="14"/>
  </w:num>
  <w:num w:numId="36" w16cid:durableId="920526459">
    <w:abstractNumId w:val="8"/>
  </w:num>
  <w:num w:numId="37" w16cid:durableId="959805021">
    <w:abstractNumId w:val="17"/>
  </w:num>
  <w:num w:numId="38" w16cid:durableId="505362803">
    <w:abstractNumId w:val="19"/>
  </w:num>
  <w:num w:numId="39" w16cid:durableId="1044402207">
    <w:abstractNumId w:val="13"/>
  </w:num>
  <w:num w:numId="40" w16cid:durableId="1604263413">
    <w:abstractNumId w:val="16"/>
  </w:num>
  <w:num w:numId="41" w16cid:durableId="1562519268">
    <w:abstractNumId w:val="7"/>
  </w:num>
  <w:num w:numId="42" w16cid:durableId="180749344">
    <w:abstractNumId w:val="2"/>
  </w:num>
  <w:num w:numId="43" w16cid:durableId="1304460553">
    <w:abstractNumId w:val="10"/>
  </w:num>
  <w:num w:numId="44" w16cid:durableId="1164203457">
    <w:abstractNumId w:val="5"/>
  </w:num>
  <w:num w:numId="45" w16cid:durableId="116728982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BD4"/>
    <w:rsid w:val="000031E7"/>
    <w:rsid w:val="00015157"/>
    <w:rsid w:val="00053BB6"/>
    <w:rsid w:val="000711EA"/>
    <w:rsid w:val="00072C1E"/>
    <w:rsid w:val="000948DB"/>
    <w:rsid w:val="000B5836"/>
    <w:rsid w:val="000E23A7"/>
    <w:rsid w:val="001000CF"/>
    <w:rsid w:val="00100973"/>
    <w:rsid w:val="0010693F"/>
    <w:rsid w:val="00114472"/>
    <w:rsid w:val="00115216"/>
    <w:rsid w:val="001207C4"/>
    <w:rsid w:val="0014566B"/>
    <w:rsid w:val="001550BC"/>
    <w:rsid w:val="00156626"/>
    <w:rsid w:val="00157F41"/>
    <w:rsid w:val="001605B9"/>
    <w:rsid w:val="00170EC5"/>
    <w:rsid w:val="001747C1"/>
    <w:rsid w:val="00184743"/>
    <w:rsid w:val="001A52B3"/>
    <w:rsid w:val="001D21F3"/>
    <w:rsid w:val="00207DF5"/>
    <w:rsid w:val="002215B0"/>
    <w:rsid w:val="00230ABD"/>
    <w:rsid w:val="00241DE2"/>
    <w:rsid w:val="002570D0"/>
    <w:rsid w:val="002571AF"/>
    <w:rsid w:val="00280E07"/>
    <w:rsid w:val="00286B2F"/>
    <w:rsid w:val="002C31BF"/>
    <w:rsid w:val="002D08B1"/>
    <w:rsid w:val="002D2B23"/>
    <w:rsid w:val="002E0CD7"/>
    <w:rsid w:val="002F5D42"/>
    <w:rsid w:val="00335A8D"/>
    <w:rsid w:val="00341DCF"/>
    <w:rsid w:val="00357BC6"/>
    <w:rsid w:val="003956C6"/>
    <w:rsid w:val="003D71E6"/>
    <w:rsid w:val="003F1231"/>
    <w:rsid w:val="004074CC"/>
    <w:rsid w:val="00420DE3"/>
    <w:rsid w:val="00441430"/>
    <w:rsid w:val="00450F07"/>
    <w:rsid w:val="00453CD3"/>
    <w:rsid w:val="004561EA"/>
    <w:rsid w:val="00460660"/>
    <w:rsid w:val="00486107"/>
    <w:rsid w:val="00491827"/>
    <w:rsid w:val="004A7062"/>
    <w:rsid w:val="004B348C"/>
    <w:rsid w:val="004C4399"/>
    <w:rsid w:val="004C787C"/>
    <w:rsid w:val="004E143C"/>
    <w:rsid w:val="004E3A53"/>
    <w:rsid w:val="004E3FA2"/>
    <w:rsid w:val="004F20BC"/>
    <w:rsid w:val="004F4B9B"/>
    <w:rsid w:val="004F69EA"/>
    <w:rsid w:val="00506F16"/>
    <w:rsid w:val="00511AB9"/>
    <w:rsid w:val="00523EA7"/>
    <w:rsid w:val="00527513"/>
    <w:rsid w:val="00532EFD"/>
    <w:rsid w:val="00553375"/>
    <w:rsid w:val="00557C28"/>
    <w:rsid w:val="0056487C"/>
    <w:rsid w:val="005736B7"/>
    <w:rsid w:val="00575E5A"/>
    <w:rsid w:val="005E7758"/>
    <w:rsid w:val="005F1404"/>
    <w:rsid w:val="0061068E"/>
    <w:rsid w:val="00647E71"/>
    <w:rsid w:val="00660AD3"/>
    <w:rsid w:val="00677B7F"/>
    <w:rsid w:val="00692895"/>
    <w:rsid w:val="006A21E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45AEC"/>
    <w:rsid w:val="0076286B"/>
    <w:rsid w:val="007650DB"/>
    <w:rsid w:val="00766846"/>
    <w:rsid w:val="007700E6"/>
    <w:rsid w:val="0077673A"/>
    <w:rsid w:val="007846E1"/>
    <w:rsid w:val="007860BB"/>
    <w:rsid w:val="007B570C"/>
    <w:rsid w:val="007C589B"/>
    <w:rsid w:val="007E4A6E"/>
    <w:rsid w:val="007F56A7"/>
    <w:rsid w:val="00807DD0"/>
    <w:rsid w:val="00841081"/>
    <w:rsid w:val="008659F3"/>
    <w:rsid w:val="00886D4B"/>
    <w:rsid w:val="00895406"/>
    <w:rsid w:val="008A3568"/>
    <w:rsid w:val="008B4880"/>
    <w:rsid w:val="008D03B9"/>
    <w:rsid w:val="008F18D6"/>
    <w:rsid w:val="00900BFF"/>
    <w:rsid w:val="00904780"/>
    <w:rsid w:val="00920280"/>
    <w:rsid w:val="00922385"/>
    <w:rsid w:val="009223DF"/>
    <w:rsid w:val="00923DE9"/>
    <w:rsid w:val="00936091"/>
    <w:rsid w:val="00940D8A"/>
    <w:rsid w:val="00944D57"/>
    <w:rsid w:val="00951971"/>
    <w:rsid w:val="00962258"/>
    <w:rsid w:val="009678B7"/>
    <w:rsid w:val="009833E1"/>
    <w:rsid w:val="00992D9C"/>
    <w:rsid w:val="00996CB8"/>
    <w:rsid w:val="009B14A9"/>
    <w:rsid w:val="009B2AEB"/>
    <w:rsid w:val="009B2E97"/>
    <w:rsid w:val="009E07F4"/>
    <w:rsid w:val="009F392E"/>
    <w:rsid w:val="00A17BD4"/>
    <w:rsid w:val="00A324E5"/>
    <w:rsid w:val="00A6177B"/>
    <w:rsid w:val="00A66136"/>
    <w:rsid w:val="00AA4CBB"/>
    <w:rsid w:val="00AA65FA"/>
    <w:rsid w:val="00AA7351"/>
    <w:rsid w:val="00AD056F"/>
    <w:rsid w:val="00AD6731"/>
    <w:rsid w:val="00AD7043"/>
    <w:rsid w:val="00B15D0D"/>
    <w:rsid w:val="00B75EE1"/>
    <w:rsid w:val="00B77481"/>
    <w:rsid w:val="00B8518B"/>
    <w:rsid w:val="00BB022C"/>
    <w:rsid w:val="00BB0AE8"/>
    <w:rsid w:val="00BD7E91"/>
    <w:rsid w:val="00C02D0A"/>
    <w:rsid w:val="00C03A6E"/>
    <w:rsid w:val="00C338D2"/>
    <w:rsid w:val="00C44F6A"/>
    <w:rsid w:val="00C47AE3"/>
    <w:rsid w:val="00CB01D5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ED7C7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1CE8"/>
    <w:rsid w:val="00F86BA6"/>
    <w:rsid w:val="00FC2F1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4016"/>
  <w14:defaultImageDpi w14:val="32767"/>
  <w15:docId w15:val="{E9605DFB-D5A7-49D1-AA25-A052D48B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Tabulkaodvolacchadoplujcchdaj1">
    <w:name w:val="Tabulka odvolacích a doplňujících údajů1"/>
    <w:basedOn w:val="Normlntabulka"/>
    <w:uiPriority w:val="99"/>
    <w:rsid w:val="00920280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nenkova\Desktop\z&#225;kladn&#237;%20dokument%20vzor%2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169B5-B1AD-4113-BAAA-AFE22FB510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F65EBD-88A0-4CF1-8463-FEF8ED4B1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3CA898-04F1-4182-AFAE-5FDF9F4CF112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CAB4636-9AD7-4EE0-9479-A44CF7BE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základní dokument vzor .dotx</Template>
  <TotalTime>1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Panenková Lucie, Mgr.</dc:creator>
  <cp:lastModifiedBy>Malínská Hana</cp:lastModifiedBy>
  <cp:revision>5</cp:revision>
  <cp:lastPrinted>2023-02-28T08:31:00Z</cp:lastPrinted>
  <dcterms:created xsi:type="dcterms:W3CDTF">2024-04-22T10:32:00Z</dcterms:created>
  <dcterms:modified xsi:type="dcterms:W3CDTF">2024-05-15T08:38:00Z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